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21" w:rsidRDefault="0081330D">
      <w:r>
        <w:t>Stationary Design</w:t>
      </w:r>
    </w:p>
    <w:p w:rsidR="0081330D" w:rsidRDefault="0081330D">
      <w:r>
        <w:t>We are a Western Australian Independent Public Primary School called Ocean Road Primary School.</w:t>
      </w:r>
    </w:p>
    <w:p w:rsidR="0081330D" w:rsidRDefault="0081330D">
      <w:r>
        <w:t xml:space="preserve">We are looking for a new fresh and modern stationary design that reflects our innovative open minded approach. </w:t>
      </w:r>
    </w:p>
    <w:p w:rsidR="0081330D" w:rsidRDefault="0081330D">
      <w:r>
        <w:t xml:space="preserve">The school colours are in the teak, turquoise range, basically ocean colours as the school is literally 3 minutes away from the beach and has ocean views. </w:t>
      </w:r>
    </w:p>
    <w:p w:rsidR="00B54A59" w:rsidRDefault="00B54A59">
      <w:r>
        <w:t xml:space="preserve">Feel free to incorporate the school motto: Be Your Best </w:t>
      </w:r>
    </w:p>
    <w:p w:rsidR="0081330D" w:rsidRPr="0081330D" w:rsidRDefault="0081330D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81330D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LIST of DELIVERABLES:</w:t>
      </w:r>
    </w:p>
    <w:p w:rsidR="0081330D" w:rsidRPr="0081330D" w:rsidRDefault="0081330D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81330D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 </w:t>
      </w:r>
    </w:p>
    <w:p w:rsidR="0081330D" w:rsidRPr="0081330D" w:rsidRDefault="0081330D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lang w:eastAsia="en-AU"/>
        </w:rPr>
      </w:pPr>
      <w:r w:rsidRPr="0081330D">
        <w:rPr>
          <w:rFonts w:ascii="Arial" w:eastAsia="Times New Roman" w:hAnsi="Arial" w:cs="Arial"/>
          <w:b/>
          <w:color w:val="222222"/>
          <w:sz w:val="19"/>
          <w:szCs w:val="19"/>
          <w:lang w:eastAsia="en-AU"/>
        </w:rPr>
        <w:t>#1: Brand identity elements:</w:t>
      </w:r>
    </w:p>
    <w:p w:rsidR="0081330D" w:rsidRPr="00913373" w:rsidRDefault="0081330D" w:rsidP="0091337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business card </w:t>
      </w:r>
    </w:p>
    <w:p w:rsidR="0081330D" w:rsidRPr="0081330D" w:rsidRDefault="0081330D" w:rsidP="00913373">
      <w:pPr>
        <w:shd w:val="clear" w:color="auto" w:fill="FFFFFF"/>
        <w:spacing w:after="0" w:line="240" w:lineRule="auto"/>
        <w:ind w:firstLine="60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AB3AF3" w:rsidRDefault="0081330D" w:rsidP="0091337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stationary</w:t>
      </w:r>
      <w:r w:rsid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 - </w:t>
      </w:r>
      <w:r w:rsidR="00AB3AF3"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basic package inc</w:t>
      </w:r>
      <w:r w:rsid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luding </w:t>
      </w:r>
    </w:p>
    <w:p w:rsidR="00AB3AF3" w:rsidRPr="00AB3AF3" w:rsidRDefault="00AB3AF3" w:rsidP="00AB3AF3">
      <w:pPr>
        <w:pStyle w:val="ListParagraph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AB3AF3" w:rsidRDefault="00AB3AF3" w:rsidP="00AB3AF3">
      <w:pPr>
        <w:pStyle w:val="ListParagraph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letterhead (print ready)</w:t>
      </w:r>
    </w:p>
    <w:p w:rsidR="00AB3AF3" w:rsidRPr="00AB3AF3" w:rsidRDefault="00AB3AF3" w:rsidP="00AB3AF3">
      <w:pPr>
        <w:pStyle w:val="ListParagraph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envelope design</w:t>
      </w:r>
    </w:p>
    <w:p w:rsidR="00AB3AF3" w:rsidRPr="00AB3AF3" w:rsidRDefault="00AB3AF3" w:rsidP="00AB3AF3">
      <w:pPr>
        <w:pStyle w:val="ListParagraph"/>
        <w:numPr>
          <w:ilvl w:val="2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DL</w:t>
      </w:r>
      <w:r w:rsidRP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ab/>
        <w:t>110 x 220</w:t>
      </w:r>
      <w:r w:rsidRP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ab/>
      </w:r>
    </w:p>
    <w:p w:rsidR="00AB3AF3" w:rsidRDefault="00AB3AF3" w:rsidP="00AB3AF3">
      <w:pPr>
        <w:pStyle w:val="ListParagraph"/>
        <w:numPr>
          <w:ilvl w:val="2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DLX</w:t>
      </w:r>
      <w:r w:rsidRP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ab/>
        <w:t>120 x 235</w:t>
      </w:r>
    </w:p>
    <w:p w:rsidR="00AB3AF3" w:rsidRDefault="00AB3AF3" w:rsidP="00AB3AF3">
      <w:pPr>
        <w:pStyle w:val="ListParagraph"/>
        <w:numPr>
          <w:ilvl w:val="2"/>
          <w:numId w:val="6"/>
        </w:numPr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A4 229 x 324 and (</w:t>
      </w: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all print ready)</w:t>
      </w:r>
    </w:p>
    <w:p w:rsidR="00AB3AF3" w:rsidRPr="00AB3AF3" w:rsidRDefault="00AB3AF3" w:rsidP="00AB3AF3">
      <w:pPr>
        <w:pStyle w:val="ListParagraph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template for invoices (delivered as PDF file and Word file)</w:t>
      </w:r>
    </w:p>
    <w:p w:rsidR="00913373" w:rsidRDefault="0081330D" w:rsidP="00913373">
      <w:pPr>
        <w:pStyle w:val="ListParagraph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cover page fo</w:t>
      </w:r>
      <w:r w:rsidR="00F40134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r annual report (digital file)</w:t>
      </w:r>
    </w:p>
    <w:p w:rsidR="00F40134" w:rsidRPr="00913373" w:rsidRDefault="00F40134" w:rsidP="00F40134">
      <w:pPr>
        <w:pStyle w:val="ListParagraph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Notepad A4 </w:t>
      </w:r>
    </w:p>
    <w:p w:rsidR="0081330D" w:rsidRPr="0081330D" w:rsidRDefault="0081330D" w:rsidP="00AB3A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81330D" w:rsidRPr="00913373" w:rsidRDefault="0081330D" w:rsidP="0091337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PowerPoint template (delivered as PP file)</w:t>
      </w:r>
    </w:p>
    <w:p w:rsidR="0081330D" w:rsidRPr="0081330D" w:rsidRDefault="0081330D" w:rsidP="00913373">
      <w:pPr>
        <w:shd w:val="clear" w:color="auto" w:fill="FFFFFF"/>
        <w:spacing w:after="0" w:line="240" w:lineRule="auto"/>
        <w:ind w:firstLine="60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81330D" w:rsidRDefault="0081330D" w:rsidP="0091337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Social media banners &amp; logo avatars (delivered as digital files. </w:t>
      </w:r>
      <w:r w:rsidR="0093147C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Faceb</w:t>
      </w:r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ook, twitter, </w:t>
      </w:r>
      <w:proofErr w:type="spellStart"/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pinterest</w:t>
      </w:r>
      <w:proofErr w:type="spellEnd"/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, </w:t>
      </w:r>
      <w:proofErr w:type="spellStart"/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instagram</w:t>
      </w:r>
      <w:proofErr w:type="spellEnd"/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, </w:t>
      </w:r>
      <w:proofErr w:type="spellStart"/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google</w:t>
      </w:r>
      <w:proofErr w:type="spellEnd"/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 plus)</w:t>
      </w:r>
    </w:p>
    <w:p w:rsidR="00AB3AF3" w:rsidRPr="00AB3AF3" w:rsidRDefault="00AB3AF3" w:rsidP="00AB3AF3">
      <w:pPr>
        <w:pStyle w:val="ListParagraph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AB3AF3" w:rsidRDefault="00AB3AF3" w:rsidP="00AB3AF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With compliment slip (DL size - </w:t>
      </w:r>
      <w:r w:rsidRP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210mmx 99mm</w:t>
      </w: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)</w:t>
      </w:r>
    </w:p>
    <w:p w:rsidR="00AB3AF3" w:rsidRPr="00AB3AF3" w:rsidRDefault="00AB3AF3" w:rsidP="00AB3AF3">
      <w:pPr>
        <w:pStyle w:val="ListParagraph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AB3AF3" w:rsidRDefault="00AB3AF3" w:rsidP="00B54A59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Thank you card (A6)</w:t>
      </w:r>
    </w:p>
    <w:p w:rsidR="00B54A59" w:rsidRPr="00B54A59" w:rsidRDefault="00B54A59" w:rsidP="00B54A59">
      <w:pPr>
        <w:pStyle w:val="ListParagraph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AB3AF3" w:rsidRDefault="00AB3AF3" w:rsidP="00AB3AF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A2 poster background (</w:t>
      </w:r>
      <w:r w:rsidRP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420mm x 594mm</w:t>
      </w: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)</w:t>
      </w:r>
    </w:p>
    <w:p w:rsidR="00AB348E" w:rsidRPr="00AB348E" w:rsidRDefault="00AB348E" w:rsidP="00AB348E">
      <w:pPr>
        <w:pStyle w:val="ListParagraph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AB348E" w:rsidRPr="0081330D" w:rsidRDefault="00AB348E" w:rsidP="00AB348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lang w:eastAsia="en-AU"/>
        </w:rPr>
      </w:pPr>
      <w:r w:rsidRPr="0081330D">
        <w:rPr>
          <w:rFonts w:ascii="Arial" w:eastAsia="Times New Roman" w:hAnsi="Arial" w:cs="Arial"/>
          <w:b/>
          <w:color w:val="222222"/>
          <w:sz w:val="19"/>
          <w:szCs w:val="19"/>
          <w:lang w:eastAsia="en-AU"/>
        </w:rPr>
        <w:t>#</w:t>
      </w:r>
      <w:r w:rsidRPr="00B54A59">
        <w:rPr>
          <w:rFonts w:ascii="Arial" w:eastAsia="Times New Roman" w:hAnsi="Arial" w:cs="Arial"/>
          <w:b/>
          <w:color w:val="222222"/>
          <w:sz w:val="19"/>
          <w:szCs w:val="19"/>
          <w:lang w:eastAsia="en-AU"/>
        </w:rPr>
        <w:t>2</w:t>
      </w:r>
      <w:r w:rsidRPr="0081330D">
        <w:rPr>
          <w:rFonts w:ascii="Arial" w:eastAsia="Times New Roman" w:hAnsi="Arial" w:cs="Arial"/>
          <w:b/>
          <w:color w:val="222222"/>
          <w:sz w:val="19"/>
          <w:szCs w:val="19"/>
          <w:lang w:eastAsia="en-AU"/>
        </w:rPr>
        <w:t xml:space="preserve">: Brand </w:t>
      </w:r>
      <w:r w:rsidRPr="00B54A59">
        <w:rPr>
          <w:rFonts w:ascii="Arial" w:eastAsia="Times New Roman" w:hAnsi="Arial" w:cs="Arial"/>
          <w:b/>
          <w:color w:val="222222"/>
          <w:sz w:val="19"/>
          <w:szCs w:val="19"/>
          <w:lang w:eastAsia="en-AU"/>
        </w:rPr>
        <w:t xml:space="preserve">promotion </w:t>
      </w:r>
      <w:r w:rsidRPr="0081330D">
        <w:rPr>
          <w:rFonts w:ascii="Arial" w:eastAsia="Times New Roman" w:hAnsi="Arial" w:cs="Arial"/>
          <w:b/>
          <w:color w:val="222222"/>
          <w:sz w:val="19"/>
          <w:szCs w:val="19"/>
          <w:lang w:eastAsia="en-AU"/>
        </w:rPr>
        <w:t>elements:</w:t>
      </w:r>
    </w:p>
    <w:p w:rsidR="00AB348E" w:rsidRDefault="00AB348E" w:rsidP="00AB348E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AB3AF3" w:rsidRPr="00AB3AF3" w:rsidRDefault="00AB3AF3" w:rsidP="00AB3AF3">
      <w:pPr>
        <w:pStyle w:val="ListParagraph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B54A59" w:rsidRPr="00913373" w:rsidRDefault="00B54A59" w:rsidP="00B54A59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Staff -</w:t>
      </w:r>
      <w:bookmarkStart w:id="0" w:name="_GoBack"/>
      <w:bookmarkEnd w:id="0"/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T -</w:t>
      </w:r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 shirt design </w:t>
      </w: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- long sleeve and short sleeve polo - (</w:t>
      </w:r>
      <w:r w:rsidRPr="0091337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Delivered as mock up and digital file / vector)</w:t>
      </w:r>
    </w:p>
    <w:p w:rsidR="00B54A59" w:rsidRDefault="00B54A59" w:rsidP="00B54A59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AB3AF3" w:rsidRDefault="00AB3AF3" w:rsidP="00AB3AF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Sport banner (</w:t>
      </w:r>
      <w:r w:rsidRP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roughly </w:t>
      </w:r>
      <w:r w:rsidR="00B54A59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1800</w:t>
      </w:r>
      <w:r w:rsidRPr="00AB3AF3"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mm x </w:t>
      </w:r>
      <w:r w:rsidR="00B54A59">
        <w:rPr>
          <w:rFonts w:ascii="Arial" w:eastAsia="Times New Roman" w:hAnsi="Arial" w:cs="Arial"/>
          <w:color w:val="222222"/>
          <w:sz w:val="19"/>
          <w:szCs w:val="19"/>
          <w:lang w:eastAsia="en-AU"/>
        </w:rPr>
        <w:t>3000</w:t>
      </w: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) – needs to be in a darker colour please</w:t>
      </w:r>
    </w:p>
    <w:p w:rsidR="00AB3AF3" w:rsidRPr="00AB3AF3" w:rsidRDefault="00AB3AF3" w:rsidP="00AB3AF3">
      <w:pPr>
        <w:pStyle w:val="ListParagraph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AB3AF3" w:rsidRDefault="00F40134" w:rsidP="00AB3AF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proofErr w:type="spellStart"/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Featherbanner</w:t>
      </w:r>
      <w:proofErr w:type="spellEnd"/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 (196 x600mm) compare sketch </w:t>
      </w:r>
    </w:p>
    <w:p w:rsidR="00B54A59" w:rsidRPr="00B54A59" w:rsidRDefault="00B54A59" w:rsidP="00B54A59">
      <w:pPr>
        <w:pStyle w:val="ListParagraph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B54A59" w:rsidRDefault="00B54A59" w:rsidP="00B54A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B54A59" w:rsidRPr="00B54A59" w:rsidRDefault="00B54A59" w:rsidP="00B54A5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u w:val="single"/>
          <w:lang w:eastAsia="en-AU"/>
        </w:rPr>
      </w:pPr>
      <w:r w:rsidRPr="00B54A59">
        <w:rPr>
          <w:rFonts w:ascii="Arial" w:eastAsia="Times New Roman" w:hAnsi="Arial" w:cs="Arial"/>
          <w:b/>
          <w:color w:val="222222"/>
          <w:sz w:val="19"/>
          <w:szCs w:val="19"/>
          <w:u w:val="single"/>
          <w:lang w:eastAsia="en-AU"/>
        </w:rPr>
        <w:t xml:space="preserve">Attachments: </w:t>
      </w:r>
    </w:p>
    <w:p w:rsidR="00B54A59" w:rsidRDefault="00B54A59" w:rsidP="00B54A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Photo</w:t>
      </w: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s</w:t>
      </w: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 of school logo </w:t>
      </w: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and school uniform</w:t>
      </w:r>
    </w:p>
    <w:p w:rsidR="00B54A59" w:rsidRDefault="00B54A59" w:rsidP="00B54A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3 x Scan of current stationary </w:t>
      </w:r>
    </w:p>
    <w:p w:rsidR="00B54A59" w:rsidRDefault="00B54A59" w:rsidP="00B54A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Photo of current uniform and staff shirt</w:t>
      </w:r>
    </w:p>
    <w:p w:rsidR="00B54A59" w:rsidRPr="00B54A59" w:rsidRDefault="00B54A59" w:rsidP="00B54A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>Sketch for feather banner</w:t>
      </w:r>
    </w:p>
    <w:p w:rsidR="00F40134" w:rsidRPr="00F40134" w:rsidRDefault="00F40134" w:rsidP="00F40134">
      <w:pPr>
        <w:pStyle w:val="ListParagraph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lastRenderedPageBreak/>
        <w:t xml:space="preserve">Student jumper: </w:t>
      </w:r>
      <w:r>
        <w:rPr>
          <w:rFonts w:ascii="Arial" w:eastAsia="Times New Roman" w:hAnsi="Arial" w:cs="Arial"/>
          <w:noProof/>
          <w:color w:val="222222"/>
          <w:sz w:val="19"/>
          <w:szCs w:val="19"/>
          <w:lang w:eastAsia="en-AU"/>
        </w:rPr>
        <w:drawing>
          <wp:inline distT="0" distB="0" distL="0" distR="0">
            <wp:extent cx="3199880" cy="1800000"/>
            <wp:effectExtent l="0" t="0" r="635" b="0"/>
            <wp:docPr id="6" name="Picture 6" descr="C:\Downloads\Photos Design brief\20170223_124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wnloads\Photos Design brief\20170223_1242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88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Student short sleeve polo:  </w:t>
      </w:r>
      <w:r>
        <w:rPr>
          <w:rFonts w:ascii="Arial" w:eastAsia="Times New Roman" w:hAnsi="Arial" w:cs="Arial"/>
          <w:noProof/>
          <w:color w:val="222222"/>
          <w:sz w:val="19"/>
          <w:szCs w:val="19"/>
          <w:lang w:eastAsia="en-AU"/>
        </w:rPr>
        <w:drawing>
          <wp:inline distT="0" distB="0" distL="0" distR="0">
            <wp:extent cx="3199880" cy="1800000"/>
            <wp:effectExtent l="0" t="0" r="635" b="0"/>
            <wp:docPr id="5" name="Picture 5" descr="C:\Downloads\Photos Design brief\20170223_124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wnloads\Photos Design brief\20170223_1241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88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noProof/>
          <w:color w:val="222222"/>
          <w:sz w:val="19"/>
          <w:szCs w:val="19"/>
          <w:lang w:eastAsia="en-AU"/>
        </w:rPr>
        <w:drawing>
          <wp:inline distT="0" distB="0" distL="0" distR="0">
            <wp:extent cx="3199880" cy="1800000"/>
            <wp:effectExtent l="0" t="0" r="635" b="0"/>
            <wp:docPr id="4" name="Picture 4" descr="C:\Downloads\Photos Design brief\20170223_124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wnloads\Photos Design brief\20170223_1241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88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noProof/>
          <w:color w:val="222222"/>
          <w:sz w:val="19"/>
          <w:szCs w:val="19"/>
          <w:lang w:eastAsia="en-AU"/>
        </w:rPr>
        <w:t xml:space="preserve">School logo and signage: </w:t>
      </w:r>
      <w:r>
        <w:rPr>
          <w:rFonts w:ascii="Arial" w:eastAsia="Times New Roman" w:hAnsi="Arial" w:cs="Arial"/>
          <w:noProof/>
          <w:color w:val="222222"/>
          <w:sz w:val="19"/>
          <w:szCs w:val="19"/>
          <w:lang w:eastAsia="en-AU"/>
        </w:rPr>
        <w:drawing>
          <wp:inline distT="0" distB="0" distL="0" distR="0">
            <wp:extent cx="3199880" cy="1800000"/>
            <wp:effectExtent l="0" t="0" r="635" b="0"/>
            <wp:docPr id="3" name="Picture 3" descr="C:\Downloads\Photos Design brief\20170223_100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wnloads\Photos Design brief\20170223_10015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88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lastRenderedPageBreak/>
        <w:t xml:space="preserve">School logo and signage2: </w:t>
      </w:r>
      <w:r>
        <w:rPr>
          <w:rFonts w:ascii="Arial" w:eastAsia="Times New Roman" w:hAnsi="Arial" w:cs="Arial"/>
          <w:noProof/>
          <w:color w:val="222222"/>
          <w:sz w:val="19"/>
          <w:szCs w:val="19"/>
          <w:lang w:eastAsia="en-AU"/>
        </w:rPr>
        <w:drawing>
          <wp:inline distT="0" distB="0" distL="0" distR="0">
            <wp:extent cx="3199880" cy="1800000"/>
            <wp:effectExtent l="0" t="0" r="635" b="0"/>
            <wp:docPr id="2" name="Picture 2" descr="C:\Downloads\Photos Design brief\20170223_100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wnloads\Photos Design brief\20170223_10012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88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A59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913373" w:rsidRDefault="00B54A59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n-AU"/>
        </w:rPr>
        <w:t xml:space="preserve">Staff polo long sleeve: </w:t>
      </w:r>
      <w:r>
        <w:rPr>
          <w:rFonts w:ascii="Arial" w:eastAsia="Times New Roman" w:hAnsi="Arial" w:cs="Arial"/>
          <w:noProof/>
          <w:color w:val="222222"/>
          <w:sz w:val="19"/>
          <w:szCs w:val="19"/>
          <w:lang w:eastAsia="en-AU"/>
        </w:rPr>
        <w:drawing>
          <wp:inline distT="0" distB="0" distL="0" distR="0">
            <wp:extent cx="3199880" cy="1800000"/>
            <wp:effectExtent l="0" t="0" r="635" b="0"/>
            <wp:docPr id="1" name="Picture 1" descr="C:\Downloads\Photos Design brief\20170223_124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wnloads\Photos Design brief\20170223_12423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88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134" w:rsidRDefault="00F40134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F40134" w:rsidRDefault="00F40134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F40134" w:rsidRDefault="00F40134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913373" w:rsidRPr="0081330D" w:rsidRDefault="00913373" w:rsidP="008133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AU"/>
        </w:rPr>
      </w:pPr>
    </w:p>
    <w:p w:rsidR="0081330D" w:rsidRDefault="0081330D"/>
    <w:p w:rsidR="0081330D" w:rsidRDefault="0081330D"/>
    <w:sectPr w:rsidR="008133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B4F"/>
    <w:multiLevelType w:val="hybridMultilevel"/>
    <w:tmpl w:val="AEA46D88"/>
    <w:lvl w:ilvl="0" w:tplc="630E9C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4659D"/>
    <w:multiLevelType w:val="hybridMultilevel"/>
    <w:tmpl w:val="AF7CAB20"/>
    <w:lvl w:ilvl="0" w:tplc="FD6834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91CFF"/>
    <w:multiLevelType w:val="hybridMultilevel"/>
    <w:tmpl w:val="27704B70"/>
    <w:lvl w:ilvl="0" w:tplc="BDC00E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D76F6"/>
    <w:multiLevelType w:val="hybridMultilevel"/>
    <w:tmpl w:val="28A24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615E5D"/>
    <w:multiLevelType w:val="hybridMultilevel"/>
    <w:tmpl w:val="3E26C046"/>
    <w:lvl w:ilvl="0" w:tplc="630E9C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995234"/>
    <w:multiLevelType w:val="hybridMultilevel"/>
    <w:tmpl w:val="C1D241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30D"/>
    <w:rsid w:val="002D5EA0"/>
    <w:rsid w:val="00760921"/>
    <w:rsid w:val="0081330D"/>
    <w:rsid w:val="00913373"/>
    <w:rsid w:val="0093147C"/>
    <w:rsid w:val="00AB348E"/>
    <w:rsid w:val="00AB3AF3"/>
    <w:rsid w:val="00B54A59"/>
    <w:rsid w:val="00DD405E"/>
    <w:rsid w:val="00F4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3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3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3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9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7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8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76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72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2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22574194</Template>
  <TotalTime>228</TotalTime>
  <Pages>3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HOLMES Nadia</dc:creator>
  <cp:lastModifiedBy>HOLMES Nadia</cp:lastModifiedBy>
  <cp:revision>1</cp:revision>
  <dcterms:created xsi:type="dcterms:W3CDTF">2017-02-23T01:35:00Z</dcterms:created>
  <dcterms:modified xsi:type="dcterms:W3CDTF">2017-02-23T05:23:00Z</dcterms:modified>
</cp:coreProperties>
</file>